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33EB3" w14:textId="76CC049A" w:rsidR="00B94694" w:rsidRPr="001919C7" w:rsidRDefault="00B94694" w:rsidP="00155339">
      <w:pPr>
        <w:pStyle w:val="Pealkiri"/>
      </w:pPr>
      <w:r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Pealkiri"/>
      </w:pPr>
    </w:p>
    <w:p w14:paraId="394DFAC7" w14:textId="77777777" w:rsidR="00DE11EC" w:rsidRPr="001919C7" w:rsidRDefault="00000000"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Content>
          <w:r w:rsidR="00DE11EC" w:rsidRPr="001919C7">
            <w:rPr>
              <w:rFonts w:eastAsia="Calibri"/>
              <w:lang w:val="fi-FI"/>
            </w:rPr>
            <w:t>[</w:t>
          </w:r>
          <w:proofErr w:type="spellStart"/>
          <w:r w:rsidR="00DE11EC" w:rsidRPr="001919C7">
            <w:rPr>
              <w:rFonts w:eastAsia="Calibri"/>
              <w:lang w:val="fi-FI"/>
            </w:rPr>
            <w:t>Vali</w:t>
          </w:r>
          <w:proofErr w:type="spellEnd"/>
          <w:r w:rsidR="00DE11EC" w:rsidRPr="001919C7">
            <w:rPr>
              <w:rFonts w:eastAsia="Calibri"/>
              <w:lang w:val="fi-FI"/>
            </w:rPr>
            <w:t xml:space="preserve"> kuupäev]</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(hiliseima digitaalallkirja kuupäev)</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2A6C78ED"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E41144">
        <w:rPr>
          <w:spacing w:val="0"/>
        </w:rPr>
        <w:t>lihthanke</w:t>
      </w:r>
      <w:r w:rsidR="003265BD" w:rsidRPr="001919C7">
        <w:rPr>
          <w:spacing w:val="0"/>
        </w:rPr>
        <w:t xml:space="preserve"> </w:t>
      </w:r>
      <w:r w:rsidR="00BF1C0D" w:rsidRPr="00571910">
        <w:rPr>
          <w:b/>
          <w:bCs/>
          <w:spacing w:val="0"/>
        </w:rPr>
        <w:t>„</w:t>
      </w:r>
      <w:bookmarkStart w:id="0" w:name="_Hlk179199216"/>
      <w:r w:rsidR="00E41144" w:rsidRPr="00E41144">
        <w:rPr>
          <w:b/>
          <w:bCs/>
          <w:spacing w:val="0"/>
        </w:rPr>
        <w:t>Tartu taimla kasvuhoone nr. 1 remonditööd</w:t>
      </w:r>
      <w:r w:rsidR="00E41144" w:rsidRPr="00E41144">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w:t>
      </w:r>
      <w:r w:rsidR="00E41144">
        <w:rPr>
          <w:spacing w:val="0"/>
        </w:rPr>
        <w:t>3323</w:t>
      </w:r>
      <w:r w:rsidR="00A251B1" w:rsidRPr="001919C7">
        <w:rPr>
          <w:spacing w:val="0"/>
        </w:rPr>
        <w:t xml:space="preserve">, </w:t>
      </w:r>
      <w:r w:rsidR="001950D6" w:rsidRPr="001919C7">
        <w:rPr>
          <w:spacing w:val="0"/>
        </w:rPr>
        <w:t xml:space="preserve">viitenumber </w:t>
      </w:r>
      <w:bookmarkEnd w:id="0"/>
      <w:r w:rsidR="00E41144">
        <w:rPr>
          <w:spacing w:val="0"/>
        </w:rPr>
        <w:t>289879</w:t>
      </w:r>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720931F0" w:rsidR="007A2FCE" w:rsidRDefault="00B94694" w:rsidP="008627D6">
      <w:pPr>
        <w:pStyle w:val="Loendilik"/>
        <w:numPr>
          <w:ilvl w:val="1"/>
          <w:numId w:val="33"/>
        </w:numPr>
        <w:jc w:val="both"/>
        <w:rPr>
          <w:spacing w:val="0"/>
        </w:rPr>
      </w:pPr>
      <w:r w:rsidRPr="001919C7">
        <w:rPr>
          <w:spacing w:val="0"/>
        </w:rPr>
        <w:t>Lepingu</w:t>
      </w:r>
      <w:r w:rsidR="005160E2" w:rsidRPr="001919C7">
        <w:rPr>
          <w:spacing w:val="0"/>
        </w:rPr>
        <w:t xml:space="preserve"> objektiks on töövõtja poolt </w:t>
      </w:r>
      <w:r w:rsidR="00E41144">
        <w:rPr>
          <w:spacing w:val="0"/>
        </w:rPr>
        <w:t xml:space="preserve">Tartu taimla kasvuhoone nr. 1 remonditööde </w:t>
      </w:r>
      <w:r w:rsidR="0016726C">
        <w:rPr>
          <w:spacing w:val="0"/>
        </w:rPr>
        <w:t xml:space="preserve">teostamine </w:t>
      </w:r>
      <w:r w:rsidR="00124DF9" w:rsidRPr="00124DF9">
        <w:rPr>
          <w:spacing w:val="0"/>
        </w:rPr>
        <w:t>lepinguga 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oendilik"/>
        <w:numPr>
          <w:ilvl w:val="1"/>
          <w:numId w:val="33"/>
        </w:numPr>
        <w:jc w:val="both"/>
        <w:rPr>
          <w:spacing w:val="0"/>
        </w:rPr>
      </w:pPr>
      <w:r w:rsidRPr="009D507C">
        <w:rPr>
          <w:spacing w:val="0"/>
        </w:rPr>
        <w:t>Lepingu dokumendid ja lisad.</w:t>
      </w:r>
    </w:p>
    <w:p w14:paraId="4225A993" w14:textId="51902A1A" w:rsidR="009D507C" w:rsidRDefault="00172EC2" w:rsidP="009D507C">
      <w:pPr>
        <w:pStyle w:val="Loendilik"/>
        <w:numPr>
          <w:ilvl w:val="2"/>
          <w:numId w:val="33"/>
        </w:numPr>
        <w:jc w:val="both"/>
        <w:rPr>
          <w:spacing w:val="0"/>
        </w:rPr>
      </w:pPr>
      <w:r w:rsidRPr="00172EC2">
        <w:rPr>
          <w:spacing w:val="0"/>
        </w:rPr>
        <w:t>Lepingu lahutamatu</w:t>
      </w:r>
      <w:r w:rsidR="001E4FAC">
        <w:rPr>
          <w:spacing w:val="0"/>
        </w:rPr>
        <w:t>te</w:t>
      </w:r>
      <w:r w:rsidRPr="00172EC2">
        <w:rPr>
          <w:spacing w:val="0"/>
        </w:rPr>
        <w:t>ks osadeks on riigihanke</w:t>
      </w:r>
      <w:r>
        <w:rPr>
          <w:spacing w:val="0"/>
        </w:rPr>
        <w:t xml:space="preserve"> </w:t>
      </w:r>
      <w:r w:rsidRPr="00172EC2">
        <w:rPr>
          <w:spacing w:val="0"/>
        </w:rPr>
        <w:t>„</w:t>
      </w:r>
      <w:r w:rsidR="00E41144" w:rsidRPr="00E41144">
        <w:rPr>
          <w:spacing w:val="0"/>
        </w:rPr>
        <w:t>Tartu taimla kasvuhoone nr. 1 remonditööd</w:t>
      </w:r>
      <w:r w:rsidR="00124DF9" w:rsidRPr="00124DF9">
        <w:rPr>
          <w:spacing w:val="0"/>
        </w:rPr>
        <w:t>“ (DHS nr 1-47.</w:t>
      </w:r>
      <w:r w:rsidR="00E41144">
        <w:rPr>
          <w:spacing w:val="0"/>
        </w:rPr>
        <w:t>3323</w:t>
      </w:r>
      <w:r w:rsidR="00124DF9" w:rsidRPr="00124DF9">
        <w:rPr>
          <w:spacing w:val="0"/>
        </w:rPr>
        <w:t xml:space="preserve">, viitenumber </w:t>
      </w:r>
      <w:r w:rsidR="00E41144">
        <w:rPr>
          <w:spacing w:val="0"/>
        </w:rPr>
        <w:t>289879</w:t>
      </w:r>
      <w:r w:rsidR="00C25EE6">
        <w:rPr>
          <w:spacing w:val="0"/>
        </w:rPr>
        <w:t>) alusdokumendid ja töövõtja pakkumus.</w:t>
      </w:r>
    </w:p>
    <w:p w14:paraId="383CDEFB" w14:textId="680A4F05" w:rsidR="00C25EE6" w:rsidRDefault="007B3B9E" w:rsidP="009D507C">
      <w:pPr>
        <w:pStyle w:val="Loendilik"/>
        <w:numPr>
          <w:ilvl w:val="2"/>
          <w:numId w:val="33"/>
        </w:numPr>
        <w:jc w:val="both"/>
        <w:rPr>
          <w:spacing w:val="0"/>
        </w:rPr>
      </w:pPr>
      <w:r w:rsidRPr="007B3B9E">
        <w:rPr>
          <w:spacing w:val="0"/>
        </w:rPr>
        <w:t>Lepingul on selle sõlmimise hetkel järgmised lisad</w:t>
      </w:r>
      <w:r>
        <w:rPr>
          <w:spacing w:val="0"/>
        </w:rPr>
        <w:t>:</w:t>
      </w:r>
    </w:p>
    <w:p w14:paraId="370F8A78" w14:textId="1E30AEF2" w:rsidR="00F10FFD" w:rsidRPr="00530A87" w:rsidRDefault="00F10FFD" w:rsidP="007B3B9E">
      <w:pPr>
        <w:pStyle w:val="Loendilik"/>
        <w:jc w:val="both"/>
        <w:rPr>
          <w:spacing w:val="0"/>
        </w:rPr>
      </w:pPr>
      <w:r w:rsidRPr="00530A87">
        <w:rPr>
          <w:spacing w:val="0"/>
        </w:rPr>
        <w:t xml:space="preserve">Lisa </w:t>
      </w:r>
      <w:r w:rsidR="00124DF9">
        <w:rPr>
          <w:spacing w:val="0"/>
        </w:rPr>
        <w:t>1</w:t>
      </w:r>
      <w:r w:rsidRPr="00530A87">
        <w:rPr>
          <w:spacing w:val="0"/>
        </w:rPr>
        <w:t xml:space="preserve"> –</w:t>
      </w:r>
      <w:r w:rsidR="0058738D">
        <w:rPr>
          <w:spacing w:val="0"/>
        </w:rPr>
        <w:t xml:space="preserve"> </w:t>
      </w:r>
      <w:r w:rsidRPr="00530A87">
        <w:rPr>
          <w:spacing w:val="0"/>
        </w:rPr>
        <w:t>Tehniline kirjeldus;</w:t>
      </w:r>
    </w:p>
    <w:p w14:paraId="549130BC" w14:textId="3F82D39C" w:rsidR="003B6C8F" w:rsidRDefault="00497F99" w:rsidP="007B3B9E">
      <w:pPr>
        <w:pStyle w:val="Loendilik"/>
        <w:jc w:val="both"/>
        <w:rPr>
          <w:spacing w:val="0"/>
        </w:rPr>
      </w:pPr>
      <w:r>
        <w:rPr>
          <w:spacing w:val="0"/>
        </w:rPr>
        <w:t xml:space="preserve">Lisa </w:t>
      </w:r>
      <w:r w:rsidR="00E41144">
        <w:rPr>
          <w:spacing w:val="0"/>
        </w:rPr>
        <w:t>2</w:t>
      </w:r>
      <w:r w:rsidR="005A3A06">
        <w:rPr>
          <w:spacing w:val="0"/>
        </w:rPr>
        <w:t xml:space="preserve"> </w:t>
      </w:r>
      <w:r w:rsidRPr="00530A87">
        <w:rPr>
          <w:spacing w:val="0"/>
        </w:rPr>
        <w:t xml:space="preserve">– </w:t>
      </w:r>
      <w:r w:rsidR="003B6C8F" w:rsidRPr="00530A87">
        <w:rPr>
          <w:spacing w:val="0"/>
        </w:rPr>
        <w:t xml:space="preserve">…. </w:t>
      </w:r>
      <w:r w:rsidR="00FF3C69" w:rsidRPr="00530A87">
        <w:rPr>
          <w:spacing w:val="0"/>
        </w:rPr>
        <w:t>(täidetakse vajadusel).</w:t>
      </w: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oendilik"/>
        <w:ind w:left="576"/>
        <w:jc w:val="both"/>
        <w:rPr>
          <w:spacing w:val="0"/>
        </w:rPr>
      </w:pPr>
    </w:p>
    <w:p w14:paraId="05C6A225" w14:textId="77777777" w:rsidR="00B91E0A" w:rsidRDefault="00B91E0A" w:rsidP="00687AAF">
      <w:pPr>
        <w:pStyle w:val="Loendilik"/>
        <w:ind w:left="576"/>
        <w:jc w:val="both"/>
        <w:rPr>
          <w:spacing w:val="0"/>
        </w:rPr>
      </w:pPr>
    </w:p>
    <w:p w14:paraId="1274B2E4" w14:textId="77777777" w:rsidR="00F772C2" w:rsidRPr="001919C7" w:rsidRDefault="00F772C2" w:rsidP="00687AAF">
      <w:pPr>
        <w:pStyle w:val="Loendilik"/>
        <w:ind w:left="576"/>
        <w:jc w:val="both"/>
        <w:rPr>
          <w:spacing w:val="0"/>
        </w:rPr>
      </w:pPr>
    </w:p>
    <w:p w14:paraId="2671667F" w14:textId="77777777" w:rsidR="000B213D" w:rsidRPr="002074C7" w:rsidRDefault="000B213D" w:rsidP="00A53A0D">
      <w:pPr>
        <w:pStyle w:val="Loendilik"/>
        <w:numPr>
          <w:ilvl w:val="0"/>
          <w:numId w:val="33"/>
        </w:numPr>
        <w:jc w:val="both"/>
        <w:rPr>
          <w:b/>
          <w:spacing w:val="0"/>
        </w:rPr>
      </w:pPr>
      <w:r w:rsidRPr="002074C7">
        <w:rPr>
          <w:b/>
          <w:spacing w:val="0"/>
        </w:rPr>
        <w:lastRenderedPageBreak/>
        <w:t>Tööde teostamise tähtajad</w:t>
      </w:r>
    </w:p>
    <w:p w14:paraId="39F4F222" w14:textId="16C61240" w:rsidR="007A139E" w:rsidRPr="002074C7" w:rsidRDefault="007A139E" w:rsidP="007A139E">
      <w:pPr>
        <w:pStyle w:val="Loendilik"/>
        <w:numPr>
          <w:ilvl w:val="1"/>
          <w:numId w:val="33"/>
        </w:numPr>
        <w:jc w:val="both"/>
        <w:rPr>
          <w:spacing w:val="0"/>
        </w:rPr>
      </w:pPr>
      <w:r w:rsidRPr="002074C7">
        <w:rPr>
          <w:spacing w:val="0"/>
        </w:rPr>
        <w:t xml:space="preserve">Töövõtja alustab </w:t>
      </w:r>
      <w:r w:rsidR="005350C0" w:rsidRPr="002074C7">
        <w:rPr>
          <w:spacing w:val="0"/>
        </w:rPr>
        <w:t>tö</w:t>
      </w:r>
      <w:r w:rsidRPr="002074C7">
        <w:rPr>
          <w:spacing w:val="0"/>
        </w:rPr>
        <w:t>öde teostamist pärast lepingu sõlmimist.</w:t>
      </w:r>
    </w:p>
    <w:p w14:paraId="18DF2208" w14:textId="77777777" w:rsidR="00A1600D" w:rsidRDefault="006D63D0" w:rsidP="00A1600D">
      <w:pPr>
        <w:pStyle w:val="Loendilik"/>
        <w:numPr>
          <w:ilvl w:val="1"/>
          <w:numId w:val="33"/>
        </w:numPr>
        <w:rPr>
          <w:spacing w:val="0"/>
        </w:rPr>
      </w:pPr>
      <w:r w:rsidRPr="006D63D0">
        <w:rPr>
          <w:spacing w:val="0"/>
        </w:rPr>
        <w:t xml:space="preserve">Ehitustööde teostamise üleandmise lõpptähtaeg on </w:t>
      </w:r>
      <w:r w:rsidRPr="007D04A1">
        <w:rPr>
          <w:b/>
          <w:bCs/>
          <w:spacing w:val="0"/>
        </w:rPr>
        <w:t>42 päeva</w:t>
      </w:r>
      <w:r w:rsidRPr="006D63D0">
        <w:rPr>
          <w:spacing w:val="0"/>
        </w:rPr>
        <w:t xml:space="preserve"> alates hankelepingu sõlmimise kuupäevast. </w:t>
      </w:r>
    </w:p>
    <w:p w14:paraId="79D6838A" w14:textId="2730DEC6" w:rsidR="001919C7" w:rsidRDefault="00A1600D" w:rsidP="00A1600D">
      <w:pPr>
        <w:pStyle w:val="Loendilik"/>
        <w:numPr>
          <w:ilvl w:val="1"/>
          <w:numId w:val="33"/>
        </w:numPr>
        <w:rPr>
          <w:spacing w:val="0"/>
        </w:rPr>
      </w:pPr>
      <w:r w:rsidRPr="00A1600D">
        <w:rPr>
          <w:spacing w:val="0"/>
        </w:rPr>
        <w:t>Lepingu kehtivusaeg on 58 päeva alates lepingu sõlmimisest.</w:t>
      </w:r>
    </w:p>
    <w:p w14:paraId="219795C4" w14:textId="77777777" w:rsidR="00A1600D" w:rsidRPr="00A1600D" w:rsidRDefault="00A1600D" w:rsidP="00A1600D">
      <w:pPr>
        <w:pStyle w:val="Loendilik"/>
        <w:ind w:left="576"/>
        <w:rPr>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71C5D782"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tööde üldmaksumus</w:t>
      </w:r>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00481CCF">
        <w:rPr>
          <w:spacing w:val="0"/>
        </w:rPr>
        <w:t xml:space="preserve"> </w:t>
      </w:r>
      <w:r w:rsidR="00481CCF" w:rsidRPr="00481CCF">
        <w:rPr>
          <w:spacing w:val="0"/>
        </w:rPr>
        <w:t>õigusaktidega sätestatud määras</w:t>
      </w:r>
      <w:r w:rsidR="00481CCF" w:rsidRPr="00481CCF">
        <w:rPr>
          <w:spacing w:val="0"/>
        </w:rPr>
        <w:t>.</w:t>
      </w:r>
      <w:r w:rsidR="00481CCF">
        <w:t xml:space="preserve"> </w:t>
      </w:r>
      <w:r w:rsidRPr="001919C7">
        <w:rPr>
          <w:spacing w:val="0"/>
        </w:rPr>
        <w:t xml:space="preserve"> Töö</w:t>
      </w:r>
      <w:r w:rsidR="009E4BBE" w:rsidRPr="001919C7">
        <w:rPr>
          <w:spacing w:val="0"/>
        </w:rPr>
        <w:t xml:space="preserve">de </w:t>
      </w:r>
      <w:proofErr w:type="spellStart"/>
      <w:r w:rsidR="009E4BBE" w:rsidRPr="001919C7">
        <w:rPr>
          <w:spacing w:val="0"/>
        </w:rPr>
        <w:t>üldmaksumus</w:t>
      </w:r>
      <w:proofErr w:type="spellEnd"/>
      <w:r w:rsidR="009E4BBE" w:rsidRPr="001919C7">
        <w:rPr>
          <w:spacing w:val="0"/>
        </w:rPr>
        <w:t xml:space="preserve">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5B842F6F" w:rsidR="002E19B4"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üldmaksumusele</w:t>
      </w:r>
      <w:proofErr w:type="spellEnd"/>
      <w:r w:rsidRPr="001919C7">
        <w:rPr>
          <w:spacing w:val="0"/>
        </w:rPr>
        <w:t xml:space="preserv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754D14">
        <w:rPr>
          <w:spacing w:val="0"/>
        </w:rPr>
        <w:t xml:space="preserve"> </w:t>
      </w:r>
      <w:r w:rsidR="00754D14" w:rsidRPr="00754D14">
        <w:rPr>
          <w:spacing w:val="0"/>
        </w:rPr>
        <w:t>õigusaktidega sätestatud määras.</w:t>
      </w:r>
      <w:r w:rsidR="00754D14" w:rsidRPr="00B441EB">
        <w:t xml:space="preserve"> </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Tööde üldmaksumus</w:t>
      </w:r>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w:t>
      </w:r>
      <w:r w:rsidR="0010269D" w:rsidRPr="00460971">
        <w:rPr>
          <w:b/>
          <w:bCs/>
          <w:spacing w:val="0"/>
        </w:rPr>
        <w:t xml:space="preserve">1 </w:t>
      </w:r>
      <w:r w:rsidR="00E2059B" w:rsidRPr="00460971">
        <w:rPr>
          <w:b/>
          <w:bCs/>
          <w:spacing w:val="0"/>
        </w:rPr>
        <w:t xml:space="preserve">(ühe) </w:t>
      </w:r>
      <w:r w:rsidR="0010269D" w:rsidRPr="00460971">
        <w:rPr>
          <w:b/>
          <w:bCs/>
          <w:spacing w:val="0"/>
        </w:rPr>
        <w:t>kalendrinädala</w:t>
      </w:r>
      <w:r w:rsidR="0010269D" w:rsidRPr="001919C7">
        <w:rPr>
          <w:spacing w:val="0"/>
        </w:rPr>
        <w:t xml:space="preserve"> jooksul hankelepingu sõlmimisest</w:t>
      </w:r>
      <w:r w:rsidR="00E2059B" w:rsidRPr="001919C7">
        <w:rPr>
          <w:spacing w:val="0"/>
        </w:rPr>
        <w:t xml:space="preserve">. </w:t>
      </w:r>
    </w:p>
    <w:p w14:paraId="3D5280C1" w14:textId="447295FD"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Pr>
          <w:spacing w:val="0"/>
        </w:rPr>
        <w:t>tö</w:t>
      </w:r>
      <w:r w:rsidR="0010269D" w:rsidRPr="001919C7">
        <w:rPr>
          <w:spacing w:val="0"/>
        </w:rPr>
        <w:t xml:space="preserve">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proofErr w:type="spellStart"/>
      <w:r w:rsidRPr="001919C7">
        <w:rPr>
          <w:spacing w:val="0"/>
        </w:rPr>
        <w:t>üldmaksumust</w:t>
      </w:r>
      <w:proofErr w:type="spellEnd"/>
      <w:r w:rsidRPr="001919C7">
        <w:rPr>
          <w:spacing w:val="0"/>
        </w:rPr>
        <w:t xml:space="preserve">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oendilik"/>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w:t>
      </w:r>
      <w:proofErr w:type="spellStart"/>
      <w:r w:rsidR="0010269D" w:rsidRPr="001919C7">
        <w:rPr>
          <w:spacing w:val="0"/>
        </w:rPr>
        <w:t>üldmaksumuse</w:t>
      </w:r>
      <w:proofErr w:type="spellEnd"/>
      <w:r w:rsidR="0010269D" w:rsidRPr="001919C7">
        <w:rPr>
          <w:spacing w:val="0"/>
        </w:rPr>
        <w:t xml:space="preserve"> ületamise, kvaliteedinõuetest või teostamise tähtaegadest mittekinnipidamise vajadusest või </w:t>
      </w:r>
      <w:r w:rsidR="0010269D" w:rsidRPr="001919C7">
        <w:rPr>
          <w:spacing w:val="0"/>
        </w:rPr>
        <w:lastRenderedPageBreak/>
        <w:t>muude</w:t>
      </w:r>
      <w:r w:rsidRPr="001919C7">
        <w:rPr>
          <w:spacing w:val="0"/>
        </w:rPr>
        <w:t xml:space="preserve">st asjaoludest, mis takistavad </w:t>
      </w:r>
      <w:r w:rsidR="0010269D" w:rsidRPr="001919C7">
        <w:rPr>
          <w:spacing w:val="0"/>
        </w:rPr>
        <w:t xml:space="preserve">tööde kohast alustamist, teostamist või lõpetamist. 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oendilik"/>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B91E0A"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w:t>
      </w:r>
      <w:r w:rsidRPr="00B91E0A">
        <w:rPr>
          <w:spacing w:val="0"/>
        </w:rPr>
        <w:t xml:space="preserve">meetmed avarii vältimiseks või selle tagajärgede likvideerimiseks. Tarvitusele võetud abinõud kooskõlastab </w:t>
      </w:r>
      <w:r w:rsidR="00BF5FC2" w:rsidRPr="00B91E0A">
        <w:rPr>
          <w:spacing w:val="0"/>
        </w:rPr>
        <w:t>t</w:t>
      </w:r>
      <w:r w:rsidRPr="00B91E0A">
        <w:rPr>
          <w:spacing w:val="0"/>
        </w:rPr>
        <w:t>öövõtja viiv</w:t>
      </w:r>
      <w:r w:rsidR="00E2059B" w:rsidRPr="00B91E0A">
        <w:rPr>
          <w:spacing w:val="0"/>
        </w:rPr>
        <w:t xml:space="preserve">itamatult kirjalikult </w:t>
      </w:r>
      <w:r w:rsidR="00BF5FC2" w:rsidRPr="00B91E0A">
        <w:rPr>
          <w:spacing w:val="0"/>
        </w:rPr>
        <w:t>t</w:t>
      </w:r>
      <w:r w:rsidR="00E2059B" w:rsidRPr="00B91E0A">
        <w:rPr>
          <w:spacing w:val="0"/>
        </w:rPr>
        <w:t>ellijaga.</w:t>
      </w:r>
    </w:p>
    <w:p w14:paraId="01E5DC2F" w14:textId="30471758" w:rsidR="00791D20" w:rsidRPr="00B91E0A" w:rsidRDefault="00791D20" w:rsidP="00791D20">
      <w:pPr>
        <w:pStyle w:val="Loendilik"/>
        <w:numPr>
          <w:ilvl w:val="1"/>
          <w:numId w:val="33"/>
        </w:numPr>
        <w:jc w:val="both"/>
        <w:rPr>
          <w:spacing w:val="0"/>
        </w:rPr>
      </w:pPr>
      <w:r w:rsidRPr="00B91E0A">
        <w:rPr>
          <w:spacing w:val="0"/>
        </w:rPr>
        <w:t>Teatada vigadest või ebatäpsustest lepingu dokumentatsioonis tellijale viivitamatult, kuid mitte hiljem kui 3 (kolme) tööpäeva jooksul alates lepingu jõustumisest. Vigadest või ebatäpsustest mitteteatamise või mittevastava teatamise korral puudub töövõtjal õigus nõuda tellijalt hiljem lisakulutuste hüvitamist või tähtaegade pikendamist või vabandada kvaliteedinõuetest mittekinnipidamist.</w:t>
      </w:r>
    </w:p>
    <w:p w14:paraId="4EDB3463" w14:textId="3AE3232C" w:rsidR="00E2059B" w:rsidRPr="001919C7" w:rsidRDefault="00425102" w:rsidP="008627D6">
      <w:pPr>
        <w:pStyle w:val="Loendilik"/>
        <w:numPr>
          <w:ilvl w:val="1"/>
          <w:numId w:val="33"/>
        </w:numPr>
        <w:jc w:val="both"/>
        <w:rPr>
          <w:spacing w:val="0"/>
        </w:rPr>
      </w:pPr>
      <w:r w:rsidRPr="00B91E0A">
        <w:rPr>
          <w:spacing w:val="0"/>
        </w:rPr>
        <w:t>D</w:t>
      </w:r>
      <w:r w:rsidR="0010269D" w:rsidRPr="00B91E0A">
        <w:rPr>
          <w:spacing w:val="0"/>
        </w:rPr>
        <w:t>okumenteeri</w:t>
      </w:r>
      <w:r w:rsidRPr="00B91E0A">
        <w:rPr>
          <w:spacing w:val="0"/>
        </w:rPr>
        <w:t>d</w:t>
      </w:r>
      <w:r w:rsidR="0010269D" w:rsidRPr="00B91E0A">
        <w:rPr>
          <w:spacing w:val="0"/>
        </w:rPr>
        <w:t xml:space="preserve">a tehtavad tööd (sealhulgas </w:t>
      </w:r>
      <w:r w:rsidR="00F433EB" w:rsidRPr="00B91E0A">
        <w:rPr>
          <w:spacing w:val="0"/>
        </w:rPr>
        <w:t xml:space="preserve">ehitusprojekti muudatused, </w:t>
      </w:r>
      <w:r w:rsidR="0010269D" w:rsidRPr="00B91E0A">
        <w:rPr>
          <w:spacing w:val="0"/>
        </w:rPr>
        <w:t>ehituspäevik, kaetud tööde aktid, töökoosolekute</w:t>
      </w:r>
      <w:r w:rsidR="0010269D" w:rsidRPr="001919C7">
        <w:rPr>
          <w:spacing w:val="0"/>
        </w:rPr>
        <w:t xml:space="preserv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oendilik"/>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oendilik"/>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51DE7A2A"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 xml:space="preserve">ellijaga kõik </w:t>
      </w:r>
      <w:r w:rsidR="005350C0">
        <w:rPr>
          <w:spacing w:val="0"/>
        </w:rPr>
        <w:t>tö</w:t>
      </w:r>
      <w:r w:rsidR="0010269D" w:rsidRPr="001919C7">
        <w:rPr>
          <w:spacing w:val="0"/>
        </w:rPr>
        <w:t>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E3842D1"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oendilik"/>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w:t>
      </w:r>
      <w:r w:rsidR="00477BE3" w:rsidRPr="001919C7">
        <w:rPr>
          <w:spacing w:val="0"/>
        </w:rPr>
        <w:lastRenderedPageBreak/>
        <w:t>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ohta täiendavat informatsiooni t</w:t>
      </w:r>
      <w:r w:rsidRPr="001919C7">
        <w:rPr>
          <w:spacing w:val="0"/>
        </w:rPr>
        <w:t>ellijalt saadud teatise vormil, millel tuleb näidata järgmised andmed: 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oendilik"/>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lastRenderedPageBreak/>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w:t>
      </w:r>
      <w:proofErr w:type="spellStart"/>
      <w:r w:rsidRPr="001919C7">
        <w:rPr>
          <w:spacing w:val="0"/>
        </w:rPr>
        <w:t>üldmaksumuse</w:t>
      </w:r>
      <w:proofErr w:type="spellEnd"/>
      <w:r w:rsidRPr="001919C7">
        <w:rPr>
          <w:spacing w:val="0"/>
        </w:rPr>
        <w:t xml:space="preserv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w:t>
      </w:r>
      <w:proofErr w:type="spellStart"/>
      <w:r w:rsidRPr="001919C7">
        <w:rPr>
          <w:spacing w:val="0"/>
        </w:rPr>
        <w:t>üleandmata</w:t>
      </w:r>
      <w:proofErr w:type="spellEnd"/>
      <w:r w:rsidRPr="001919C7">
        <w:rPr>
          <w:spacing w:val="0"/>
        </w:rPr>
        <w:t xml:space="preserve">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 xml:space="preserve">ellija esindaja soovi korral omal kulul avama </w:t>
      </w:r>
      <w:proofErr w:type="spellStart"/>
      <w:r w:rsidRPr="001919C7">
        <w:rPr>
          <w:spacing w:val="0"/>
        </w:rPr>
        <w:t>üleandmata</w:t>
      </w:r>
      <w:proofErr w:type="spellEnd"/>
      <w:r w:rsidRPr="001919C7">
        <w:rPr>
          <w:spacing w:val="0"/>
        </w:rPr>
        <w:t xml:space="preserve">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lastRenderedPageBreak/>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oendilik"/>
        <w:numPr>
          <w:ilvl w:val="1"/>
          <w:numId w:val="33"/>
        </w:numPr>
        <w:jc w:val="both"/>
        <w:rPr>
          <w:spacing w:val="0"/>
        </w:rPr>
      </w:pPr>
      <w:r>
        <w:rPr>
          <w:spacing w:val="0"/>
        </w:rPr>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oendilik"/>
        <w:numPr>
          <w:ilvl w:val="1"/>
          <w:numId w:val="33"/>
        </w:numPr>
        <w:jc w:val="both"/>
        <w:rPr>
          <w:spacing w:val="0"/>
        </w:rPr>
      </w:pPr>
      <w:r w:rsidRPr="001919C7">
        <w:rPr>
          <w:spacing w:val="0"/>
        </w:rPr>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r w:rsidR="00580820" w:rsidRPr="001919C7">
        <w:rPr>
          <w:spacing w:val="0"/>
        </w:rPr>
        <w:t>viisteist</w:t>
      </w:r>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r w:rsidR="00B91ADE" w:rsidRPr="001919C7">
        <w:rPr>
          <w:spacing w:val="0"/>
        </w:rPr>
        <w:t>viisteist</w:t>
      </w:r>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lastRenderedPageBreak/>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t>Poolte vastutus</w:t>
      </w:r>
    </w:p>
    <w:p w14:paraId="1C021510" w14:textId="58000E72"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w:t>
      </w:r>
      <w:proofErr w:type="spellStart"/>
      <w:r w:rsidR="001023BF" w:rsidRPr="001919C7">
        <w:rPr>
          <w:spacing w:val="0"/>
        </w:rPr>
        <w:t>üldmaksumusest</w:t>
      </w:r>
      <w:proofErr w:type="spellEnd"/>
      <w:r w:rsidR="001023BF" w:rsidRPr="001919C7">
        <w:rPr>
          <w:spacing w:val="0"/>
        </w:rPr>
        <w:t xml:space="preserve">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oendilik"/>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oendilik"/>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C505E65" w:rsidR="00323196" w:rsidRPr="001919C7" w:rsidRDefault="00010E89" w:rsidP="00A9606E">
      <w:pPr>
        <w:pStyle w:val="Loendilik"/>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t>E-kirja teel edastatud teated peetakse kättesaaduks alates teate edastamisele järgnevast tööpäevast.</w:t>
      </w:r>
    </w:p>
    <w:p w14:paraId="1A5FAEA4" w14:textId="77777777" w:rsidR="00BE2D03" w:rsidRPr="001919C7" w:rsidRDefault="00BE2D03" w:rsidP="008627D6">
      <w:pPr>
        <w:pStyle w:val="Loendilik"/>
        <w:numPr>
          <w:ilvl w:val="1"/>
          <w:numId w:val="33"/>
        </w:numPr>
        <w:jc w:val="both"/>
        <w:rPr>
          <w:spacing w:val="0"/>
        </w:rPr>
      </w:pPr>
      <w:r w:rsidRPr="001919C7">
        <w:rPr>
          <w:spacing w:val="0"/>
        </w:rPr>
        <w:t xml:space="preserve">Lepingust taganemise või lepingu ülesütlemise avaldused ning lepingu rikkumisel teisele poolele esitatavad nõudekirjad peavad olema kirjalikus vormis. Kirjaliku vormiga on </w:t>
      </w:r>
      <w:r w:rsidRPr="001919C7">
        <w:rPr>
          <w:spacing w:val="0"/>
        </w:rPr>
        <w:lastRenderedPageBreak/>
        <w:t>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oendilik"/>
        <w:ind w:left="576"/>
        <w:jc w:val="both"/>
        <w:rPr>
          <w:spacing w:val="0"/>
        </w:rPr>
      </w:pP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r w:rsidR="0046327F" w:rsidRPr="001919C7">
              <w:rPr>
                <w:spacing w:val="0"/>
              </w:rPr>
              <w:t>Sagadi</w:t>
            </w:r>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000000"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Content>
                <w:r w:rsidR="00487EC6" w:rsidRPr="001919C7">
                  <w:rPr>
                    <w:spacing w:val="0"/>
                  </w:rPr>
                  <w:t>[Vali sobiv]</w:t>
                </w:r>
              </w:sdtContent>
            </w:sdt>
          </w:p>
        </w:tc>
        <w:tc>
          <w:tcPr>
            <w:tcW w:w="4606" w:type="dxa"/>
          </w:tcPr>
          <w:p w14:paraId="691B1F1B" w14:textId="77777777" w:rsidR="00487EC6" w:rsidRPr="001919C7" w:rsidRDefault="00000000"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1C883" w14:textId="77777777" w:rsidR="00844E2C" w:rsidRDefault="00844E2C">
      <w:r>
        <w:separator/>
      </w:r>
    </w:p>
  </w:endnote>
  <w:endnote w:type="continuationSeparator" w:id="0">
    <w:p w14:paraId="0E697C08" w14:textId="77777777" w:rsidR="00844E2C" w:rsidRDefault="00844E2C">
      <w:r>
        <w:continuationSeparator/>
      </w:r>
    </w:p>
  </w:endnote>
  <w:endnote w:type="continuationNotice" w:id="1">
    <w:p w14:paraId="33825898" w14:textId="77777777" w:rsidR="00844E2C" w:rsidRDefault="00844E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1CA2C" w14:textId="77777777" w:rsidR="00844E2C" w:rsidRDefault="00844E2C">
      <w:r>
        <w:separator/>
      </w:r>
    </w:p>
  </w:footnote>
  <w:footnote w:type="continuationSeparator" w:id="0">
    <w:p w14:paraId="2D0977C5" w14:textId="77777777" w:rsidR="00844E2C" w:rsidRDefault="00844E2C">
      <w:r>
        <w:continuationSeparator/>
      </w:r>
    </w:p>
  </w:footnote>
  <w:footnote w:type="continuationNotice" w:id="1">
    <w:p w14:paraId="649CA832" w14:textId="77777777" w:rsidR="00844E2C" w:rsidRDefault="00844E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758204"/>
      <w:docPartObj>
        <w:docPartGallery w:val="Page Numbers (Top of Page)"/>
        <w:docPartUnique/>
      </w:docPartObj>
    </w:sdt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A4BB" w14:textId="607ACA9B" w:rsidR="00E41144" w:rsidRDefault="00E41144">
    <w:pPr>
      <w:pStyle w:val="Pis"/>
    </w:pPr>
    <w:r>
      <w:rPr>
        <w:b/>
      </w:rPr>
      <w:t>HANKELEPINGU VORM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3D10"/>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0945"/>
    <w:rsid w:val="000E56FF"/>
    <w:rsid w:val="001023BF"/>
    <w:rsid w:val="0010269D"/>
    <w:rsid w:val="00107404"/>
    <w:rsid w:val="00110912"/>
    <w:rsid w:val="00111526"/>
    <w:rsid w:val="0012408E"/>
    <w:rsid w:val="00124DF9"/>
    <w:rsid w:val="00130193"/>
    <w:rsid w:val="00131B77"/>
    <w:rsid w:val="0013298D"/>
    <w:rsid w:val="00134E00"/>
    <w:rsid w:val="001515C2"/>
    <w:rsid w:val="00155339"/>
    <w:rsid w:val="00156025"/>
    <w:rsid w:val="00161B84"/>
    <w:rsid w:val="00163037"/>
    <w:rsid w:val="00164587"/>
    <w:rsid w:val="0016726C"/>
    <w:rsid w:val="0017064E"/>
    <w:rsid w:val="00172EC2"/>
    <w:rsid w:val="0017504A"/>
    <w:rsid w:val="001919C7"/>
    <w:rsid w:val="001950D6"/>
    <w:rsid w:val="001A318D"/>
    <w:rsid w:val="001A375B"/>
    <w:rsid w:val="001A7DC6"/>
    <w:rsid w:val="001B0DD7"/>
    <w:rsid w:val="001B3B92"/>
    <w:rsid w:val="001D46DA"/>
    <w:rsid w:val="001D7643"/>
    <w:rsid w:val="001E0346"/>
    <w:rsid w:val="001E1A21"/>
    <w:rsid w:val="001E45E2"/>
    <w:rsid w:val="001E4FAC"/>
    <w:rsid w:val="001F116C"/>
    <w:rsid w:val="001F694C"/>
    <w:rsid w:val="002074C7"/>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068C"/>
    <w:rsid w:val="003015BA"/>
    <w:rsid w:val="00305D1B"/>
    <w:rsid w:val="00310542"/>
    <w:rsid w:val="003132CE"/>
    <w:rsid w:val="003135B6"/>
    <w:rsid w:val="00323196"/>
    <w:rsid w:val="003238B6"/>
    <w:rsid w:val="00325654"/>
    <w:rsid w:val="00326423"/>
    <w:rsid w:val="003265BD"/>
    <w:rsid w:val="003313EF"/>
    <w:rsid w:val="00332A37"/>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809E4"/>
    <w:rsid w:val="00392473"/>
    <w:rsid w:val="00394B2F"/>
    <w:rsid w:val="003A50BE"/>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0971"/>
    <w:rsid w:val="0046327F"/>
    <w:rsid w:val="00470DE8"/>
    <w:rsid w:val="00476F34"/>
    <w:rsid w:val="00477BE3"/>
    <w:rsid w:val="004812F1"/>
    <w:rsid w:val="00481CCF"/>
    <w:rsid w:val="00482E63"/>
    <w:rsid w:val="00484C15"/>
    <w:rsid w:val="00487EC6"/>
    <w:rsid w:val="00493647"/>
    <w:rsid w:val="004953A8"/>
    <w:rsid w:val="00495612"/>
    <w:rsid w:val="00497F99"/>
    <w:rsid w:val="004A4BF3"/>
    <w:rsid w:val="004A7A4E"/>
    <w:rsid w:val="004C3F55"/>
    <w:rsid w:val="004D1526"/>
    <w:rsid w:val="004D7186"/>
    <w:rsid w:val="004E0002"/>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38D"/>
    <w:rsid w:val="00587ED9"/>
    <w:rsid w:val="00595738"/>
    <w:rsid w:val="00597C4F"/>
    <w:rsid w:val="005A0D14"/>
    <w:rsid w:val="005A3A06"/>
    <w:rsid w:val="005A3A33"/>
    <w:rsid w:val="005A4444"/>
    <w:rsid w:val="005A5F0E"/>
    <w:rsid w:val="005B0C35"/>
    <w:rsid w:val="005B2378"/>
    <w:rsid w:val="005B6CCC"/>
    <w:rsid w:val="005B7BA9"/>
    <w:rsid w:val="005C0D61"/>
    <w:rsid w:val="005C164A"/>
    <w:rsid w:val="005D1D8A"/>
    <w:rsid w:val="005D4A5A"/>
    <w:rsid w:val="005D75BC"/>
    <w:rsid w:val="005E2123"/>
    <w:rsid w:val="005F0DD5"/>
    <w:rsid w:val="005F32F1"/>
    <w:rsid w:val="006034AC"/>
    <w:rsid w:val="00604556"/>
    <w:rsid w:val="00605DC9"/>
    <w:rsid w:val="00610B3B"/>
    <w:rsid w:val="0061652F"/>
    <w:rsid w:val="006205D2"/>
    <w:rsid w:val="006271D2"/>
    <w:rsid w:val="006302B5"/>
    <w:rsid w:val="00641EBD"/>
    <w:rsid w:val="00644EEE"/>
    <w:rsid w:val="00652E20"/>
    <w:rsid w:val="00653E92"/>
    <w:rsid w:val="00657374"/>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A2F14"/>
    <w:rsid w:val="006B71CE"/>
    <w:rsid w:val="006D2CFA"/>
    <w:rsid w:val="006D2FD4"/>
    <w:rsid w:val="006D5CD2"/>
    <w:rsid w:val="006D63D0"/>
    <w:rsid w:val="006D6E2C"/>
    <w:rsid w:val="006E25A9"/>
    <w:rsid w:val="006E493A"/>
    <w:rsid w:val="006F36C4"/>
    <w:rsid w:val="00701A6A"/>
    <w:rsid w:val="00706EFD"/>
    <w:rsid w:val="00713428"/>
    <w:rsid w:val="007177DB"/>
    <w:rsid w:val="00723D57"/>
    <w:rsid w:val="00727DC2"/>
    <w:rsid w:val="00740B81"/>
    <w:rsid w:val="00742BF5"/>
    <w:rsid w:val="00747DAF"/>
    <w:rsid w:val="00753D00"/>
    <w:rsid w:val="00754D14"/>
    <w:rsid w:val="00764277"/>
    <w:rsid w:val="007660CE"/>
    <w:rsid w:val="007741C1"/>
    <w:rsid w:val="007755EF"/>
    <w:rsid w:val="00780F2A"/>
    <w:rsid w:val="00790220"/>
    <w:rsid w:val="00791277"/>
    <w:rsid w:val="00791D20"/>
    <w:rsid w:val="0079313F"/>
    <w:rsid w:val="007A139E"/>
    <w:rsid w:val="007A27FD"/>
    <w:rsid w:val="007A2FCE"/>
    <w:rsid w:val="007A541D"/>
    <w:rsid w:val="007B3B9E"/>
    <w:rsid w:val="007B3C00"/>
    <w:rsid w:val="007B4854"/>
    <w:rsid w:val="007D04A1"/>
    <w:rsid w:val="007D5605"/>
    <w:rsid w:val="007E1212"/>
    <w:rsid w:val="0080599F"/>
    <w:rsid w:val="00805F8D"/>
    <w:rsid w:val="00810573"/>
    <w:rsid w:val="00812D96"/>
    <w:rsid w:val="008145C3"/>
    <w:rsid w:val="00817E41"/>
    <w:rsid w:val="008235A5"/>
    <w:rsid w:val="00825885"/>
    <w:rsid w:val="008319DC"/>
    <w:rsid w:val="0084056F"/>
    <w:rsid w:val="00841374"/>
    <w:rsid w:val="00844E2C"/>
    <w:rsid w:val="0084606E"/>
    <w:rsid w:val="00846115"/>
    <w:rsid w:val="008518B9"/>
    <w:rsid w:val="008522D5"/>
    <w:rsid w:val="00852AE5"/>
    <w:rsid w:val="00855849"/>
    <w:rsid w:val="0085684B"/>
    <w:rsid w:val="0085737D"/>
    <w:rsid w:val="008627D6"/>
    <w:rsid w:val="00862E8E"/>
    <w:rsid w:val="00865FC7"/>
    <w:rsid w:val="00871995"/>
    <w:rsid w:val="00877A32"/>
    <w:rsid w:val="008816FB"/>
    <w:rsid w:val="00881DC0"/>
    <w:rsid w:val="00882874"/>
    <w:rsid w:val="008A06E7"/>
    <w:rsid w:val="008A3075"/>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3932"/>
    <w:rsid w:val="00945547"/>
    <w:rsid w:val="00947C4C"/>
    <w:rsid w:val="0095086A"/>
    <w:rsid w:val="00954F57"/>
    <w:rsid w:val="009603AB"/>
    <w:rsid w:val="009620E2"/>
    <w:rsid w:val="00964A6F"/>
    <w:rsid w:val="0096622A"/>
    <w:rsid w:val="0096739E"/>
    <w:rsid w:val="009735BF"/>
    <w:rsid w:val="009745E2"/>
    <w:rsid w:val="0098116A"/>
    <w:rsid w:val="0098194E"/>
    <w:rsid w:val="0099427C"/>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1600D"/>
    <w:rsid w:val="00A224D7"/>
    <w:rsid w:val="00A24BB4"/>
    <w:rsid w:val="00A251B1"/>
    <w:rsid w:val="00A32BFA"/>
    <w:rsid w:val="00A40C55"/>
    <w:rsid w:val="00A4356D"/>
    <w:rsid w:val="00A43CB6"/>
    <w:rsid w:val="00A47968"/>
    <w:rsid w:val="00A5157A"/>
    <w:rsid w:val="00A53A0D"/>
    <w:rsid w:val="00A55076"/>
    <w:rsid w:val="00A567EE"/>
    <w:rsid w:val="00A65FBE"/>
    <w:rsid w:val="00A74D30"/>
    <w:rsid w:val="00A834E8"/>
    <w:rsid w:val="00A95CB9"/>
    <w:rsid w:val="00A9606E"/>
    <w:rsid w:val="00AA723F"/>
    <w:rsid w:val="00AB0B7A"/>
    <w:rsid w:val="00AB3DBF"/>
    <w:rsid w:val="00AC4F61"/>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D57"/>
    <w:rsid w:val="00B60B3C"/>
    <w:rsid w:val="00B75C31"/>
    <w:rsid w:val="00B77061"/>
    <w:rsid w:val="00B81DF9"/>
    <w:rsid w:val="00B83401"/>
    <w:rsid w:val="00B91ADE"/>
    <w:rsid w:val="00B91E0A"/>
    <w:rsid w:val="00B9464B"/>
    <w:rsid w:val="00B94694"/>
    <w:rsid w:val="00B96B64"/>
    <w:rsid w:val="00BA0CDE"/>
    <w:rsid w:val="00BA0E46"/>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44C8"/>
    <w:rsid w:val="00C25EE6"/>
    <w:rsid w:val="00C30F0E"/>
    <w:rsid w:val="00C30F53"/>
    <w:rsid w:val="00C34F9D"/>
    <w:rsid w:val="00C37A3E"/>
    <w:rsid w:val="00C426B9"/>
    <w:rsid w:val="00C448C0"/>
    <w:rsid w:val="00C47C61"/>
    <w:rsid w:val="00C54E68"/>
    <w:rsid w:val="00C557C3"/>
    <w:rsid w:val="00C62CD7"/>
    <w:rsid w:val="00C65A2D"/>
    <w:rsid w:val="00C71691"/>
    <w:rsid w:val="00C77227"/>
    <w:rsid w:val="00C83EF3"/>
    <w:rsid w:val="00C86E0A"/>
    <w:rsid w:val="00C90DDA"/>
    <w:rsid w:val="00C97733"/>
    <w:rsid w:val="00CA06DE"/>
    <w:rsid w:val="00CA1F35"/>
    <w:rsid w:val="00CA2B5D"/>
    <w:rsid w:val="00CA33EB"/>
    <w:rsid w:val="00CA7555"/>
    <w:rsid w:val="00CB0E41"/>
    <w:rsid w:val="00CB1AF0"/>
    <w:rsid w:val="00CC0DD2"/>
    <w:rsid w:val="00CC3F43"/>
    <w:rsid w:val="00CD44EE"/>
    <w:rsid w:val="00CD6ACB"/>
    <w:rsid w:val="00CE0335"/>
    <w:rsid w:val="00CF2152"/>
    <w:rsid w:val="00CF2C51"/>
    <w:rsid w:val="00CF2D96"/>
    <w:rsid w:val="00CF7D6E"/>
    <w:rsid w:val="00D135D3"/>
    <w:rsid w:val="00D21B88"/>
    <w:rsid w:val="00D256FE"/>
    <w:rsid w:val="00D32B60"/>
    <w:rsid w:val="00D353D2"/>
    <w:rsid w:val="00D35EDF"/>
    <w:rsid w:val="00D46DB5"/>
    <w:rsid w:val="00D52781"/>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E2071"/>
    <w:rsid w:val="00DF51C2"/>
    <w:rsid w:val="00E01ADB"/>
    <w:rsid w:val="00E0396A"/>
    <w:rsid w:val="00E03F91"/>
    <w:rsid w:val="00E04B90"/>
    <w:rsid w:val="00E05894"/>
    <w:rsid w:val="00E16521"/>
    <w:rsid w:val="00E17C08"/>
    <w:rsid w:val="00E2059B"/>
    <w:rsid w:val="00E21DD7"/>
    <w:rsid w:val="00E24BBE"/>
    <w:rsid w:val="00E2712D"/>
    <w:rsid w:val="00E30997"/>
    <w:rsid w:val="00E3404B"/>
    <w:rsid w:val="00E34868"/>
    <w:rsid w:val="00E41144"/>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05238"/>
    <w:rsid w:val="00F10FFD"/>
    <w:rsid w:val="00F16BE3"/>
    <w:rsid w:val="00F238C2"/>
    <w:rsid w:val="00F26104"/>
    <w:rsid w:val="00F317E7"/>
    <w:rsid w:val="00F343EA"/>
    <w:rsid w:val="00F348BF"/>
    <w:rsid w:val="00F40F74"/>
    <w:rsid w:val="00F421B5"/>
    <w:rsid w:val="00F433EB"/>
    <w:rsid w:val="00F43A05"/>
    <w:rsid w:val="00F45A75"/>
    <w:rsid w:val="00F51B86"/>
    <w:rsid w:val="00F558E5"/>
    <w:rsid w:val="00F57EA5"/>
    <w:rsid w:val="00F61E68"/>
    <w:rsid w:val="00F73984"/>
    <w:rsid w:val="00F74E58"/>
    <w:rsid w:val="00F767BA"/>
    <w:rsid w:val="00F772C2"/>
    <w:rsid w:val="00F82458"/>
    <w:rsid w:val="00F83340"/>
    <w:rsid w:val="00F85642"/>
    <w:rsid w:val="00F962AD"/>
    <w:rsid w:val="00FA65E6"/>
    <w:rsid w:val="00FA6E84"/>
    <w:rsid w:val="00FB46DB"/>
    <w:rsid w:val="00FB6760"/>
    <w:rsid w:val="00FB6A9B"/>
    <w:rsid w:val="00FC552E"/>
    <w:rsid w:val="00FC58D8"/>
    <w:rsid w:val="00FC62DE"/>
    <w:rsid w:val="00FD13E9"/>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058623888">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 w:id="206506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4E0002"/>
    <w:rsid w:val="00515950"/>
    <w:rsid w:val="00552B6F"/>
    <w:rsid w:val="00563721"/>
    <w:rsid w:val="006205D2"/>
    <w:rsid w:val="006B71CE"/>
    <w:rsid w:val="006D2FD4"/>
    <w:rsid w:val="007A01E4"/>
    <w:rsid w:val="007A2383"/>
    <w:rsid w:val="008555E5"/>
    <w:rsid w:val="00954EF2"/>
    <w:rsid w:val="00A75EC2"/>
    <w:rsid w:val="00AA723F"/>
    <w:rsid w:val="00AB0B7A"/>
    <w:rsid w:val="00B20A26"/>
    <w:rsid w:val="00B65668"/>
    <w:rsid w:val="00BA4650"/>
    <w:rsid w:val="00BB56E6"/>
    <w:rsid w:val="00C90A7A"/>
    <w:rsid w:val="00C97733"/>
    <w:rsid w:val="00DF5C2F"/>
    <w:rsid w:val="00EA4E02"/>
    <w:rsid w:val="00F052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4</TotalTime>
  <Pages>8</Pages>
  <Words>3941</Words>
  <Characters>22864</Characters>
  <Application>Microsoft Office Word</Application>
  <DocSecurity>0</DocSecurity>
  <Lines>190</Lines>
  <Paragraphs>53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Helbe Peiker</cp:lastModifiedBy>
  <cp:revision>8</cp:revision>
  <cp:lastPrinted>2012-01-19T21:15:00Z</cp:lastPrinted>
  <dcterms:created xsi:type="dcterms:W3CDTF">2025-01-29T13:16:00Z</dcterms:created>
  <dcterms:modified xsi:type="dcterms:W3CDTF">2025-01-29T13:23:00Z</dcterms:modified>
</cp:coreProperties>
</file>